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5BAE56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68692D" w:rsidRPr="0068692D">
        <w:rPr>
          <w:rStyle w:val="Siln"/>
        </w:rPr>
        <w:t>Nákup pásové svahové sekačky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68692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68692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176E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8692D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5EF9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D5EF9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2024-08-13T11:00:00Z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